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>
            <w:bookmarkStart w:id="0" w:name="_Hlk193349765"/>
            <w:bookmarkEnd w:id="0"/>
          </w:p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2985928" w:rsidR="00F862D6" w:rsidRPr="003E6B9A" w:rsidRDefault="003759F1" w:rsidP="0037111D">
            <w:r w:rsidRPr="003759F1">
              <w:rPr>
                <w:rFonts w:ascii="Helvetica" w:hAnsi="Helvetica"/>
              </w:rPr>
              <w:t>4338/2025-SŽ-SSV-Ú3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10DEAE3B" w:rsidR="00C124DB" w:rsidRPr="003E6B9A" w:rsidRDefault="009C04F1" w:rsidP="00C124DB">
            <w:r>
              <w:t>2</w:t>
            </w:r>
            <w:r w:rsidR="00C124DB" w:rsidRPr="00D03D26">
              <w:t>/</w:t>
            </w:r>
            <w:r>
              <w:t>0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33C1AEB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6080D">
              <w:rPr>
                <w:noProof/>
              </w:rPr>
              <w:t>2. dubna 2025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388D72A7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6080D">
        <w:rPr>
          <w:rFonts w:eastAsia="Calibri" w:cs="Times New Roman"/>
          <w:lang w:eastAsia="cs-CZ"/>
        </w:rPr>
        <w:t>16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3DA8397D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1C68905" w14:textId="6ECCFECC" w:rsidR="00BE238C" w:rsidRPr="00130046" w:rsidRDefault="00BE238C" w:rsidP="00BE238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</w:t>
      </w:r>
      <w:r w:rsidR="00BE062E">
        <w:rPr>
          <w:rFonts w:eastAsia="Calibri" w:cs="Times New Roman"/>
          <w:b/>
          <w:lang w:eastAsia="cs-CZ"/>
        </w:rPr>
        <w:t>9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E1F83B0" w14:textId="0AB8F524" w:rsidR="00BE062E" w:rsidRDefault="001C3C57" w:rsidP="0076080D">
      <w:pPr>
        <w:spacing w:after="0"/>
        <w:jc w:val="both"/>
        <w:rPr>
          <w:rFonts w:eastAsia="Calibri" w:cs="Times New Roman"/>
          <w:b/>
          <w:lang w:eastAsia="cs-CZ"/>
        </w:rPr>
      </w:pPr>
      <w:r>
        <w:t>Dotaz se vztahuje k Vysvětlení, změna a doplnění zadávací dokumentace – Dodatek č. 13, konkrétně k přiloženým soupisům prací „XLS_Brno-Prerov-5_zm13_20250327.xlsx“. Domníváme se, že zadavatel vydal chybnou verzi soupisu prací. Soupis prací posledního dodatku č. 13 („XLS_Brno-Prerov-5_zm13_20250327.xlsx“) nedopovídá změnám, které byly promítnuty/provedeny dodatkem/vysvětlením č. 12 („XLS_Brno-Prerov-5_zm12_20250325.xlsx“). Jinými slovy, zadavatel nepoužil ke změnám soupisu prací dodatku č. 13 podklady a změny provedené v soupisu prací dodatku č. 12. Žádáme zadavatele, aby tuto záležitost prověřil a vydal nové soupisy prací, které budou korektně navazovat na dodatek č. 12 včetně pořadí a číslování položek.</w:t>
      </w:r>
    </w:p>
    <w:p w14:paraId="7E86BFCE" w14:textId="77777777" w:rsidR="00BE062E" w:rsidRDefault="00BE062E" w:rsidP="00BE238C">
      <w:pPr>
        <w:spacing w:after="0"/>
        <w:rPr>
          <w:rFonts w:eastAsia="Calibri" w:cs="Times New Roman"/>
          <w:b/>
          <w:lang w:eastAsia="cs-CZ"/>
        </w:rPr>
      </w:pPr>
    </w:p>
    <w:p w14:paraId="40D65B98" w14:textId="0A0BB761" w:rsidR="00BE238C" w:rsidRPr="00E5284B" w:rsidRDefault="00BE238C" w:rsidP="00BE23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A84B021" w14:textId="40423D38" w:rsidR="00BE238C" w:rsidRPr="0076080D" w:rsidRDefault="00086AED" w:rsidP="007608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6080D">
        <w:rPr>
          <w:rFonts w:eastAsia="Calibri" w:cs="Times New Roman"/>
          <w:bCs/>
          <w:lang w:eastAsia="cs-CZ"/>
        </w:rPr>
        <w:t xml:space="preserve">Nesoulad byl již odstraněn v rámci soupisu prací </w:t>
      </w:r>
      <w:r w:rsidR="0076080D" w:rsidRPr="0076080D">
        <w:rPr>
          <w:rFonts w:eastAsia="Calibri" w:cs="Times New Roman"/>
          <w:bCs/>
          <w:lang w:eastAsia="cs-CZ"/>
        </w:rPr>
        <w:t xml:space="preserve">ve </w:t>
      </w:r>
      <w:r w:rsidR="0076080D" w:rsidRPr="0076080D">
        <w:rPr>
          <w:rFonts w:eastAsia="Calibri" w:cs="Times New Roman"/>
          <w:lang w:eastAsia="cs-CZ"/>
        </w:rPr>
        <w:t>Vysvětlení/ změna/ doplnění zadávací dokumentace</w:t>
      </w:r>
      <w:r w:rsidRPr="0076080D">
        <w:rPr>
          <w:rFonts w:eastAsia="Calibri" w:cs="Times New Roman"/>
          <w:bCs/>
          <w:lang w:eastAsia="cs-CZ"/>
        </w:rPr>
        <w:t xml:space="preserve"> </w:t>
      </w:r>
      <w:bookmarkStart w:id="2" w:name="_Hlk194477060"/>
      <w:r w:rsidRPr="0076080D">
        <w:rPr>
          <w:rFonts w:eastAsia="Calibri" w:cs="Times New Roman"/>
          <w:bCs/>
          <w:lang w:eastAsia="cs-CZ"/>
        </w:rPr>
        <w:t>č. 14.</w:t>
      </w:r>
      <w:bookmarkEnd w:id="2"/>
    </w:p>
    <w:p w14:paraId="4F65E0FE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4FA06CC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3401EA8" w14:textId="1088BB55" w:rsidR="00BE238C" w:rsidRPr="00130046" w:rsidRDefault="00BE238C" w:rsidP="00BE238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BE062E">
        <w:rPr>
          <w:rFonts w:eastAsia="Calibri" w:cs="Times New Roman"/>
          <w:b/>
          <w:lang w:eastAsia="cs-CZ"/>
        </w:rPr>
        <w:t>20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7ECE307" w14:textId="77777777" w:rsidR="00924FC7" w:rsidRPr="00924FC7" w:rsidRDefault="00924FC7" w:rsidP="00924FC7">
      <w:pPr>
        <w:spacing w:after="0"/>
        <w:rPr>
          <w:rFonts w:eastAsia="Calibri" w:cs="Times New Roman"/>
          <w:iCs/>
          <w:lang w:eastAsia="cs-CZ"/>
        </w:rPr>
      </w:pPr>
      <w:r w:rsidRPr="00924FC7">
        <w:rPr>
          <w:rFonts w:eastAsia="Calibri" w:cs="Times New Roman"/>
          <w:iCs/>
          <w:lang w:eastAsia="cs-CZ"/>
        </w:rPr>
        <w:t>Dotaz se týká následujících provozních souborů:</w:t>
      </w:r>
    </w:p>
    <w:p w14:paraId="55CE7775" w14:textId="77777777" w:rsidR="00924FC7" w:rsidRPr="00924FC7" w:rsidRDefault="00924FC7" w:rsidP="00924FC7">
      <w:pPr>
        <w:spacing w:after="0"/>
        <w:rPr>
          <w:rFonts w:eastAsia="Calibri" w:cs="Times New Roman"/>
          <w:b/>
          <w:bCs/>
          <w:iCs/>
          <w:lang w:eastAsia="cs-CZ"/>
        </w:rPr>
      </w:pPr>
      <w:r w:rsidRPr="00924FC7">
        <w:rPr>
          <w:rFonts w:eastAsia="Calibri" w:cs="Times New Roman"/>
          <w:b/>
          <w:bCs/>
          <w:iCs/>
          <w:lang w:eastAsia="cs-CZ"/>
        </w:rPr>
        <w:t>PS 25-14-05</w:t>
      </w:r>
      <w:r w:rsidRPr="00924FC7">
        <w:rPr>
          <w:rFonts w:eastAsia="Calibri" w:cs="Times New Roman"/>
          <w:b/>
          <w:bCs/>
          <w:iCs/>
          <w:lang w:eastAsia="cs-CZ"/>
        </w:rPr>
        <w:tab/>
      </w:r>
      <w:proofErr w:type="spellStart"/>
      <w:r w:rsidRPr="00924FC7">
        <w:rPr>
          <w:rFonts w:eastAsia="Calibri" w:cs="Times New Roman"/>
          <w:b/>
          <w:bCs/>
          <w:iCs/>
          <w:lang w:eastAsia="cs-CZ"/>
        </w:rPr>
        <w:t>Žst</w:t>
      </w:r>
      <w:proofErr w:type="spellEnd"/>
      <w:r w:rsidRPr="00924FC7">
        <w:rPr>
          <w:rFonts w:eastAsia="Calibri" w:cs="Times New Roman"/>
          <w:b/>
          <w:bCs/>
          <w:iCs/>
          <w:lang w:eastAsia="cs-CZ"/>
        </w:rPr>
        <w:t>. Kojetín, rozhlasové zařízení</w:t>
      </w:r>
    </w:p>
    <w:p w14:paraId="6CC99D57" w14:textId="77777777" w:rsidR="00924FC7" w:rsidRPr="00924FC7" w:rsidRDefault="00924FC7" w:rsidP="00924FC7">
      <w:pPr>
        <w:spacing w:after="0"/>
        <w:rPr>
          <w:rFonts w:eastAsia="Calibri" w:cs="Times New Roman"/>
          <w:b/>
          <w:bCs/>
          <w:iCs/>
          <w:lang w:eastAsia="cs-CZ"/>
        </w:rPr>
      </w:pPr>
      <w:r w:rsidRPr="00924FC7">
        <w:rPr>
          <w:rFonts w:eastAsia="Calibri" w:cs="Times New Roman"/>
          <w:b/>
          <w:bCs/>
          <w:iCs/>
          <w:lang w:eastAsia="cs-CZ"/>
        </w:rPr>
        <w:t>PS 27-14-03</w:t>
      </w:r>
      <w:r w:rsidRPr="00924FC7">
        <w:rPr>
          <w:rFonts w:eastAsia="Calibri" w:cs="Times New Roman"/>
          <w:b/>
          <w:bCs/>
          <w:iCs/>
          <w:lang w:eastAsia="cs-CZ"/>
        </w:rPr>
        <w:tab/>
      </w:r>
      <w:proofErr w:type="spellStart"/>
      <w:r w:rsidRPr="00924FC7">
        <w:rPr>
          <w:rFonts w:eastAsia="Calibri" w:cs="Times New Roman"/>
          <w:b/>
          <w:bCs/>
          <w:iCs/>
          <w:lang w:eastAsia="cs-CZ"/>
        </w:rPr>
        <w:t>Žst</w:t>
      </w:r>
      <w:proofErr w:type="spellEnd"/>
      <w:r w:rsidRPr="00924FC7">
        <w:rPr>
          <w:rFonts w:eastAsia="Calibri" w:cs="Times New Roman"/>
          <w:b/>
          <w:bCs/>
          <w:iCs/>
          <w:lang w:eastAsia="cs-CZ"/>
        </w:rPr>
        <w:t>. Chropyně, rozhlasové zařízení</w:t>
      </w:r>
    </w:p>
    <w:p w14:paraId="0DA60AA5" w14:textId="77777777" w:rsidR="00924FC7" w:rsidRPr="00924FC7" w:rsidRDefault="00924FC7" w:rsidP="00924FC7">
      <w:pPr>
        <w:spacing w:after="0"/>
        <w:rPr>
          <w:rFonts w:eastAsia="Calibri" w:cs="Times New Roman"/>
          <w:b/>
          <w:bCs/>
          <w:iCs/>
          <w:lang w:eastAsia="cs-CZ"/>
        </w:rPr>
      </w:pPr>
      <w:r w:rsidRPr="00924FC7">
        <w:rPr>
          <w:rFonts w:eastAsia="Calibri" w:cs="Times New Roman"/>
          <w:b/>
          <w:bCs/>
          <w:iCs/>
          <w:lang w:eastAsia="cs-CZ"/>
        </w:rPr>
        <w:t>PS 28-14-09</w:t>
      </w:r>
      <w:r w:rsidRPr="00924FC7">
        <w:rPr>
          <w:rFonts w:eastAsia="Calibri" w:cs="Times New Roman"/>
          <w:b/>
          <w:bCs/>
          <w:iCs/>
          <w:lang w:eastAsia="cs-CZ"/>
        </w:rPr>
        <w:tab/>
      </w:r>
      <w:proofErr w:type="spellStart"/>
      <w:r w:rsidRPr="00924FC7">
        <w:rPr>
          <w:rFonts w:eastAsia="Calibri" w:cs="Times New Roman"/>
          <w:b/>
          <w:bCs/>
          <w:iCs/>
          <w:lang w:eastAsia="cs-CZ"/>
        </w:rPr>
        <w:t>Zast</w:t>
      </w:r>
      <w:proofErr w:type="spellEnd"/>
      <w:r w:rsidRPr="00924FC7">
        <w:rPr>
          <w:rFonts w:eastAsia="Calibri" w:cs="Times New Roman"/>
          <w:b/>
          <w:bCs/>
          <w:iCs/>
          <w:lang w:eastAsia="cs-CZ"/>
        </w:rPr>
        <w:t>. Věžky, rozhlasové zařízení</w:t>
      </w:r>
    </w:p>
    <w:p w14:paraId="35F30F1E" w14:textId="77777777" w:rsidR="00924FC7" w:rsidRPr="00924FC7" w:rsidRDefault="00924FC7" w:rsidP="00924FC7">
      <w:pPr>
        <w:spacing w:after="0"/>
        <w:rPr>
          <w:rFonts w:eastAsia="Calibri" w:cs="Times New Roman"/>
          <w:b/>
          <w:bCs/>
          <w:iCs/>
          <w:lang w:eastAsia="cs-CZ"/>
        </w:rPr>
      </w:pPr>
      <w:r w:rsidRPr="00924FC7">
        <w:rPr>
          <w:rFonts w:eastAsia="Calibri" w:cs="Times New Roman"/>
          <w:b/>
          <w:bCs/>
          <w:iCs/>
          <w:lang w:eastAsia="cs-CZ"/>
        </w:rPr>
        <w:t>PS 25-14-07</w:t>
      </w:r>
      <w:r w:rsidRPr="00924FC7">
        <w:rPr>
          <w:rFonts w:eastAsia="Calibri" w:cs="Times New Roman"/>
          <w:b/>
          <w:bCs/>
          <w:iCs/>
          <w:lang w:eastAsia="cs-CZ"/>
        </w:rPr>
        <w:tab/>
      </w:r>
      <w:proofErr w:type="spellStart"/>
      <w:r w:rsidRPr="00924FC7">
        <w:rPr>
          <w:rFonts w:eastAsia="Calibri" w:cs="Times New Roman"/>
          <w:b/>
          <w:bCs/>
          <w:iCs/>
          <w:lang w:eastAsia="cs-CZ"/>
        </w:rPr>
        <w:t>Žst</w:t>
      </w:r>
      <w:proofErr w:type="spellEnd"/>
      <w:r w:rsidRPr="00924FC7">
        <w:rPr>
          <w:rFonts w:eastAsia="Calibri" w:cs="Times New Roman"/>
          <w:b/>
          <w:bCs/>
          <w:iCs/>
          <w:lang w:eastAsia="cs-CZ"/>
        </w:rPr>
        <w:t>. Kojetín, kamerový systém</w:t>
      </w:r>
    </w:p>
    <w:p w14:paraId="4897CE0F" w14:textId="77777777" w:rsidR="00924FC7" w:rsidRPr="00924FC7" w:rsidRDefault="00924FC7" w:rsidP="00924FC7">
      <w:pPr>
        <w:spacing w:after="0"/>
        <w:rPr>
          <w:rFonts w:eastAsia="Calibri" w:cs="Times New Roman"/>
          <w:b/>
          <w:bCs/>
          <w:iCs/>
          <w:lang w:eastAsia="cs-CZ"/>
        </w:rPr>
      </w:pPr>
      <w:r w:rsidRPr="00924FC7">
        <w:rPr>
          <w:rFonts w:eastAsia="Calibri" w:cs="Times New Roman"/>
          <w:b/>
          <w:bCs/>
          <w:iCs/>
          <w:lang w:eastAsia="cs-CZ"/>
        </w:rPr>
        <w:t>PS 27-14-05</w:t>
      </w:r>
      <w:r w:rsidRPr="00924FC7">
        <w:rPr>
          <w:rFonts w:eastAsia="Calibri" w:cs="Times New Roman"/>
          <w:b/>
          <w:bCs/>
          <w:iCs/>
          <w:lang w:eastAsia="cs-CZ"/>
        </w:rPr>
        <w:tab/>
      </w:r>
      <w:proofErr w:type="spellStart"/>
      <w:r w:rsidRPr="00924FC7">
        <w:rPr>
          <w:rFonts w:eastAsia="Calibri" w:cs="Times New Roman"/>
          <w:b/>
          <w:bCs/>
          <w:iCs/>
          <w:lang w:eastAsia="cs-CZ"/>
        </w:rPr>
        <w:t>Žst</w:t>
      </w:r>
      <w:proofErr w:type="spellEnd"/>
      <w:r w:rsidRPr="00924FC7">
        <w:rPr>
          <w:rFonts w:eastAsia="Calibri" w:cs="Times New Roman"/>
          <w:b/>
          <w:bCs/>
          <w:iCs/>
          <w:lang w:eastAsia="cs-CZ"/>
        </w:rPr>
        <w:t>. Chropyně, kamerový systém</w:t>
      </w:r>
    </w:p>
    <w:p w14:paraId="02C8FF54" w14:textId="77777777" w:rsidR="00924FC7" w:rsidRPr="00924FC7" w:rsidRDefault="00924FC7" w:rsidP="00924FC7">
      <w:pPr>
        <w:spacing w:after="0"/>
        <w:rPr>
          <w:rFonts w:eastAsia="Calibri" w:cs="Times New Roman"/>
          <w:b/>
          <w:bCs/>
          <w:iCs/>
          <w:lang w:eastAsia="cs-CZ"/>
        </w:rPr>
      </w:pPr>
      <w:r w:rsidRPr="00924FC7">
        <w:rPr>
          <w:rFonts w:eastAsia="Calibri" w:cs="Times New Roman"/>
          <w:b/>
          <w:bCs/>
          <w:iCs/>
          <w:lang w:eastAsia="cs-CZ"/>
        </w:rPr>
        <w:t>PS 28-14-04</w:t>
      </w:r>
      <w:r w:rsidRPr="00924FC7">
        <w:rPr>
          <w:rFonts w:eastAsia="Calibri" w:cs="Times New Roman"/>
          <w:b/>
          <w:bCs/>
          <w:iCs/>
          <w:lang w:eastAsia="cs-CZ"/>
        </w:rPr>
        <w:tab/>
      </w:r>
      <w:proofErr w:type="spellStart"/>
      <w:r w:rsidRPr="00924FC7">
        <w:rPr>
          <w:rFonts w:eastAsia="Calibri" w:cs="Times New Roman"/>
          <w:b/>
          <w:bCs/>
          <w:iCs/>
          <w:lang w:eastAsia="cs-CZ"/>
        </w:rPr>
        <w:t>Odb</w:t>
      </w:r>
      <w:proofErr w:type="spellEnd"/>
      <w:r w:rsidRPr="00924FC7">
        <w:rPr>
          <w:rFonts w:eastAsia="Calibri" w:cs="Times New Roman"/>
          <w:b/>
          <w:bCs/>
          <w:iCs/>
          <w:lang w:eastAsia="cs-CZ"/>
        </w:rPr>
        <w:t>. Bochoř, kamerový systém</w:t>
      </w:r>
    </w:p>
    <w:p w14:paraId="73F7DFE0" w14:textId="77777777" w:rsidR="00924FC7" w:rsidRPr="00924FC7" w:rsidRDefault="00924FC7" w:rsidP="00924FC7">
      <w:pPr>
        <w:spacing w:after="0"/>
        <w:rPr>
          <w:rFonts w:eastAsia="Calibri" w:cs="Times New Roman"/>
          <w:b/>
          <w:bCs/>
          <w:iCs/>
          <w:lang w:eastAsia="cs-CZ"/>
        </w:rPr>
      </w:pPr>
      <w:r w:rsidRPr="00924FC7">
        <w:rPr>
          <w:rFonts w:eastAsia="Calibri" w:cs="Times New Roman"/>
          <w:b/>
          <w:bCs/>
          <w:iCs/>
          <w:lang w:eastAsia="cs-CZ"/>
        </w:rPr>
        <w:t>PS 25-14-08</w:t>
      </w:r>
      <w:r w:rsidRPr="00924FC7">
        <w:rPr>
          <w:rFonts w:eastAsia="Calibri" w:cs="Times New Roman"/>
          <w:b/>
          <w:bCs/>
          <w:iCs/>
          <w:lang w:eastAsia="cs-CZ"/>
        </w:rPr>
        <w:tab/>
      </w:r>
      <w:proofErr w:type="spellStart"/>
      <w:r w:rsidRPr="00924FC7">
        <w:rPr>
          <w:rFonts w:eastAsia="Calibri" w:cs="Times New Roman"/>
          <w:b/>
          <w:bCs/>
          <w:iCs/>
          <w:lang w:eastAsia="cs-CZ"/>
        </w:rPr>
        <w:t>Žst</w:t>
      </w:r>
      <w:proofErr w:type="spellEnd"/>
      <w:r w:rsidRPr="00924FC7">
        <w:rPr>
          <w:rFonts w:eastAsia="Calibri" w:cs="Times New Roman"/>
          <w:b/>
          <w:bCs/>
          <w:iCs/>
          <w:lang w:eastAsia="cs-CZ"/>
        </w:rPr>
        <w:t>. Kojetín, informační zařízení pro cestující</w:t>
      </w:r>
    </w:p>
    <w:p w14:paraId="07549495" w14:textId="77777777" w:rsidR="00924FC7" w:rsidRPr="00924FC7" w:rsidRDefault="00924FC7" w:rsidP="00924FC7">
      <w:pPr>
        <w:spacing w:after="0"/>
        <w:rPr>
          <w:rFonts w:eastAsia="Calibri" w:cs="Times New Roman"/>
          <w:b/>
          <w:bCs/>
          <w:iCs/>
          <w:lang w:eastAsia="cs-CZ"/>
        </w:rPr>
      </w:pPr>
      <w:r w:rsidRPr="00924FC7">
        <w:rPr>
          <w:rFonts w:eastAsia="Calibri" w:cs="Times New Roman"/>
          <w:b/>
          <w:bCs/>
          <w:iCs/>
          <w:lang w:eastAsia="cs-CZ"/>
        </w:rPr>
        <w:t>PS 27-14-06</w:t>
      </w:r>
      <w:r w:rsidRPr="00924FC7">
        <w:rPr>
          <w:rFonts w:eastAsia="Calibri" w:cs="Times New Roman"/>
          <w:b/>
          <w:bCs/>
          <w:iCs/>
          <w:lang w:eastAsia="cs-CZ"/>
        </w:rPr>
        <w:tab/>
      </w:r>
      <w:proofErr w:type="spellStart"/>
      <w:r w:rsidRPr="00924FC7">
        <w:rPr>
          <w:rFonts w:eastAsia="Calibri" w:cs="Times New Roman"/>
          <w:b/>
          <w:bCs/>
          <w:iCs/>
          <w:lang w:eastAsia="cs-CZ"/>
        </w:rPr>
        <w:t>Žst</w:t>
      </w:r>
      <w:proofErr w:type="spellEnd"/>
      <w:r w:rsidRPr="00924FC7">
        <w:rPr>
          <w:rFonts w:eastAsia="Calibri" w:cs="Times New Roman"/>
          <w:b/>
          <w:bCs/>
          <w:iCs/>
          <w:lang w:eastAsia="cs-CZ"/>
        </w:rPr>
        <w:t>. Chropyně, informační zařízení pro cestující</w:t>
      </w:r>
    </w:p>
    <w:p w14:paraId="52D4DA71" w14:textId="77777777" w:rsidR="00924FC7" w:rsidRPr="00924FC7" w:rsidRDefault="00924FC7" w:rsidP="00924FC7">
      <w:pPr>
        <w:spacing w:after="0"/>
        <w:rPr>
          <w:rFonts w:eastAsia="Calibri" w:cs="Times New Roman"/>
          <w:b/>
          <w:bCs/>
          <w:iCs/>
          <w:lang w:eastAsia="cs-CZ"/>
        </w:rPr>
      </w:pPr>
      <w:r w:rsidRPr="00924FC7">
        <w:rPr>
          <w:rFonts w:eastAsia="Calibri" w:cs="Times New Roman"/>
          <w:b/>
          <w:bCs/>
          <w:iCs/>
          <w:lang w:eastAsia="cs-CZ"/>
        </w:rPr>
        <w:t>PS 28-14-10</w:t>
      </w:r>
      <w:r w:rsidRPr="00924FC7">
        <w:rPr>
          <w:rFonts w:eastAsia="Calibri" w:cs="Times New Roman"/>
          <w:b/>
          <w:bCs/>
          <w:iCs/>
          <w:lang w:eastAsia="cs-CZ"/>
        </w:rPr>
        <w:tab/>
      </w:r>
      <w:proofErr w:type="spellStart"/>
      <w:r w:rsidRPr="00924FC7">
        <w:rPr>
          <w:rFonts w:eastAsia="Calibri" w:cs="Times New Roman"/>
          <w:b/>
          <w:bCs/>
          <w:iCs/>
          <w:lang w:eastAsia="cs-CZ"/>
        </w:rPr>
        <w:t>Zast</w:t>
      </w:r>
      <w:proofErr w:type="spellEnd"/>
      <w:r w:rsidRPr="00924FC7">
        <w:rPr>
          <w:rFonts w:eastAsia="Calibri" w:cs="Times New Roman"/>
          <w:b/>
          <w:bCs/>
          <w:iCs/>
          <w:lang w:eastAsia="cs-CZ"/>
        </w:rPr>
        <w:t>. Věžky, informační zařízení pro cestující</w:t>
      </w:r>
    </w:p>
    <w:p w14:paraId="40F0319B" w14:textId="77777777" w:rsidR="0076080D" w:rsidRDefault="0076080D" w:rsidP="00924FC7">
      <w:pPr>
        <w:spacing w:after="0"/>
        <w:rPr>
          <w:rFonts w:eastAsia="Calibri" w:cs="Times New Roman"/>
          <w:iCs/>
          <w:lang w:eastAsia="cs-CZ"/>
        </w:rPr>
      </w:pPr>
    </w:p>
    <w:p w14:paraId="491F9D2A" w14:textId="349B3294" w:rsidR="00BE238C" w:rsidRDefault="00924FC7" w:rsidP="00924FC7">
      <w:pPr>
        <w:spacing w:after="0"/>
        <w:rPr>
          <w:rFonts w:eastAsia="Calibri" w:cs="Times New Roman"/>
          <w:iCs/>
          <w:lang w:eastAsia="cs-CZ"/>
        </w:rPr>
      </w:pPr>
      <w:r w:rsidRPr="00924FC7">
        <w:rPr>
          <w:rFonts w:eastAsia="Calibri" w:cs="Times New Roman"/>
          <w:iCs/>
          <w:lang w:eastAsia="cs-CZ"/>
        </w:rPr>
        <w:t>V uvedených soupisech prací postrádáme položku 2943 OSTATNÍ POŽADAVKY – VYPRACOVÁNÍ RDS. Žádáme zadavatele o doplnění.</w:t>
      </w:r>
    </w:p>
    <w:p w14:paraId="4740784D" w14:textId="77777777" w:rsidR="00924FC7" w:rsidRDefault="00924FC7" w:rsidP="00924FC7">
      <w:pPr>
        <w:spacing w:after="0"/>
        <w:rPr>
          <w:rFonts w:eastAsia="Calibri" w:cs="Times New Roman"/>
          <w:iCs/>
          <w:lang w:eastAsia="cs-CZ"/>
        </w:rPr>
      </w:pPr>
    </w:p>
    <w:p w14:paraId="366ACA21" w14:textId="0510776C" w:rsidR="00BE238C" w:rsidRPr="00E5284B" w:rsidRDefault="00BE238C" w:rsidP="00BE23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189AEBA" w14:textId="688E2C5B" w:rsidR="00DD2FBC" w:rsidRPr="0076080D" w:rsidRDefault="00DD2FBC" w:rsidP="007608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6080D">
        <w:rPr>
          <w:rFonts w:eastAsia="Calibri" w:cs="Times New Roman"/>
          <w:bCs/>
          <w:lang w:eastAsia="cs-CZ"/>
        </w:rPr>
        <w:t>Uchazeč ocení vypracování realizační dokumentace v položce VSEOB021 – Projektová dokumentace v realizaci stavby ve všeobecném objektu SO 98-98, Pokud položka není uvedena jmenovitě v daných SO/PS.</w:t>
      </w:r>
    </w:p>
    <w:p w14:paraId="57D1DCF3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6395D8B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7FC93F8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D731431" w14:textId="77777777" w:rsidR="0076080D" w:rsidRPr="00C87717" w:rsidRDefault="0076080D" w:rsidP="0076080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2DA9ED9" w14:textId="77777777" w:rsidR="0076080D" w:rsidRPr="00BD5319" w:rsidRDefault="0076080D" w:rsidP="0076080D">
      <w:pPr>
        <w:spacing w:after="0" w:line="240" w:lineRule="auto"/>
        <w:rPr>
          <w:rFonts w:eastAsia="Times New Roman" w:cs="Times New Roman"/>
          <w:lang w:eastAsia="cs-CZ"/>
        </w:rPr>
      </w:pPr>
    </w:p>
    <w:p w14:paraId="480CDF32" w14:textId="77777777" w:rsidR="0076080D" w:rsidRPr="00BD5319" w:rsidRDefault="0076080D" w:rsidP="0076080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2A0CE7D" w14:textId="751CD061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02B7D61" w14:textId="275F65CE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C04F1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9C04F1">
        <w:rPr>
          <w:rFonts w:eastAsia="Calibri" w:cs="Times New Roman"/>
          <w:lang w:eastAsia="cs-CZ"/>
        </w:rPr>
        <w:t>2.4.2025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653A0C" w14:textId="77777777" w:rsidR="009C04F1" w:rsidRDefault="009C04F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319EBDA" w14:textId="77777777" w:rsidR="009C04F1" w:rsidRPr="009C04F1" w:rsidRDefault="009C04F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41447D" w14:textId="77777777" w:rsidR="009C04F1" w:rsidRPr="009C04F1" w:rsidRDefault="009C04F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F1990E" w14:textId="77777777" w:rsidR="00664163" w:rsidRPr="009C04F1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C04F1">
        <w:rPr>
          <w:rFonts w:eastAsia="Times New Roman" w:cs="Times New Roman"/>
          <w:b/>
          <w:bCs/>
          <w:lang w:eastAsia="cs-CZ"/>
        </w:rPr>
        <w:t>Ing. Miroslav Bocák</w:t>
      </w:r>
      <w:r w:rsidRPr="009C04F1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C04F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C04F1">
        <w:rPr>
          <w:rFonts w:eastAsia="Times New Roman" w:cs="Times New Roman"/>
          <w:lang w:eastAsia="cs-CZ"/>
        </w:rPr>
        <w:t>ředitel organizační jednotky</w:t>
      </w:r>
      <w:r w:rsidRPr="009C04F1">
        <w:rPr>
          <w:rFonts w:eastAsia="Times New Roman" w:cs="Times New Roman"/>
          <w:lang w:eastAsia="cs-CZ"/>
        </w:rPr>
        <w:tab/>
      </w:r>
    </w:p>
    <w:p w14:paraId="5DEDC136" w14:textId="77777777" w:rsidR="00664163" w:rsidRPr="009C04F1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C04F1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9C04F1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C04F1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45BE8" w14:textId="77777777" w:rsidR="005123A6" w:rsidRDefault="005123A6" w:rsidP="00962258">
      <w:pPr>
        <w:spacing w:after="0" w:line="240" w:lineRule="auto"/>
      </w:pPr>
      <w:r>
        <w:separator/>
      </w:r>
    </w:p>
  </w:endnote>
  <w:endnote w:type="continuationSeparator" w:id="0">
    <w:p w14:paraId="5B2683F7" w14:textId="77777777" w:rsidR="005123A6" w:rsidRDefault="005123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340C3" w14:textId="77777777" w:rsidR="005123A6" w:rsidRDefault="005123A6" w:rsidP="00962258">
      <w:pPr>
        <w:spacing w:after="0" w:line="240" w:lineRule="auto"/>
      </w:pPr>
      <w:r>
        <w:separator/>
      </w:r>
    </w:p>
  </w:footnote>
  <w:footnote w:type="continuationSeparator" w:id="0">
    <w:p w14:paraId="5953CCF1" w14:textId="77777777" w:rsidR="005123A6" w:rsidRDefault="005123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37954"/>
    <w:multiLevelType w:val="hybridMultilevel"/>
    <w:tmpl w:val="AFFCD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5A88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6276"/>
    <w:multiLevelType w:val="hybridMultilevel"/>
    <w:tmpl w:val="A102356E"/>
    <w:lvl w:ilvl="0" w:tplc="20248B5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7502C7E"/>
    <w:multiLevelType w:val="hybridMultilevel"/>
    <w:tmpl w:val="EBC228F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74710"/>
    <w:multiLevelType w:val="hybridMultilevel"/>
    <w:tmpl w:val="FD8CA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D2763"/>
    <w:multiLevelType w:val="hybridMultilevel"/>
    <w:tmpl w:val="64C0AB44"/>
    <w:lvl w:ilvl="0" w:tplc="C2224766">
      <w:numFmt w:val="bullet"/>
      <w:lvlText w:val="•"/>
      <w:lvlJc w:val="left"/>
      <w:pPr>
        <w:ind w:left="1068" w:hanging="708"/>
      </w:pPr>
      <w:rPr>
        <w:rFonts w:ascii="Verdana" w:eastAsia="Calibri" w:hAnsi="Verdana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B77E7"/>
    <w:multiLevelType w:val="hybridMultilevel"/>
    <w:tmpl w:val="F6D878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AF440ED"/>
    <w:multiLevelType w:val="hybridMultilevel"/>
    <w:tmpl w:val="2BF00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165ECC"/>
    <w:multiLevelType w:val="hybridMultilevel"/>
    <w:tmpl w:val="16D43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B0BFC"/>
    <w:multiLevelType w:val="hybridMultilevel"/>
    <w:tmpl w:val="C3F651DC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35A89"/>
    <w:multiLevelType w:val="hybridMultilevel"/>
    <w:tmpl w:val="888A9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F1B75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E1FFA"/>
    <w:multiLevelType w:val="hybridMultilevel"/>
    <w:tmpl w:val="376A33BE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105F2D"/>
    <w:multiLevelType w:val="hybridMultilevel"/>
    <w:tmpl w:val="A5789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0468B"/>
    <w:multiLevelType w:val="hybridMultilevel"/>
    <w:tmpl w:val="0582B7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281348"/>
    <w:multiLevelType w:val="hybridMultilevel"/>
    <w:tmpl w:val="890AC0BA"/>
    <w:lvl w:ilvl="0" w:tplc="1070197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765D2"/>
    <w:multiLevelType w:val="hybridMultilevel"/>
    <w:tmpl w:val="5B8C8B62"/>
    <w:lvl w:ilvl="0" w:tplc="6868CF96">
      <w:start w:val="1"/>
      <w:numFmt w:val="decimal"/>
      <w:lvlText w:val="%1.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852568"/>
    <w:multiLevelType w:val="hybridMultilevel"/>
    <w:tmpl w:val="1E3E9C2C"/>
    <w:lvl w:ilvl="0" w:tplc="15BC11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31" w15:restartNumberingAfterBreak="0">
    <w:nsid w:val="4A91567E"/>
    <w:multiLevelType w:val="hybridMultilevel"/>
    <w:tmpl w:val="CCFC5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DA7C9F"/>
    <w:multiLevelType w:val="hybridMultilevel"/>
    <w:tmpl w:val="ED42AB50"/>
    <w:lvl w:ilvl="0" w:tplc="0F7204D6">
      <w:start w:val="1"/>
      <w:numFmt w:val="lowerLetter"/>
      <w:lvlText w:val="%1)"/>
      <w:lvlJc w:val="left"/>
      <w:pPr>
        <w:ind w:left="105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A4B45"/>
    <w:multiLevelType w:val="hybridMultilevel"/>
    <w:tmpl w:val="E4366940"/>
    <w:lvl w:ilvl="0" w:tplc="CBF6256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83C58"/>
    <w:multiLevelType w:val="hybridMultilevel"/>
    <w:tmpl w:val="304C3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114D4"/>
    <w:multiLevelType w:val="hybridMultilevel"/>
    <w:tmpl w:val="EC3C40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B05E2"/>
    <w:multiLevelType w:val="hybridMultilevel"/>
    <w:tmpl w:val="2848C476"/>
    <w:lvl w:ilvl="0" w:tplc="9A30A1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62E71"/>
    <w:multiLevelType w:val="hybridMultilevel"/>
    <w:tmpl w:val="66147382"/>
    <w:lvl w:ilvl="0" w:tplc="B2CE12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B38D5"/>
    <w:multiLevelType w:val="hybridMultilevel"/>
    <w:tmpl w:val="13200EF8"/>
    <w:lvl w:ilvl="0" w:tplc="8C2CF9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70991"/>
    <w:multiLevelType w:val="multilevel"/>
    <w:tmpl w:val="CABE99FC"/>
    <w:numStyleLink w:val="ListNumbermultilevel"/>
  </w:abstractNum>
  <w:abstractNum w:abstractNumId="44" w15:restartNumberingAfterBreak="0">
    <w:nsid w:val="7ABE1CDC"/>
    <w:multiLevelType w:val="hybridMultilevel"/>
    <w:tmpl w:val="5E6CE498"/>
    <w:lvl w:ilvl="0" w:tplc="CF50C06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FDD2198"/>
    <w:multiLevelType w:val="hybridMultilevel"/>
    <w:tmpl w:val="FF0E83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10"/>
  </w:num>
  <w:num w:numId="2" w16cid:durableId="506209173">
    <w:abstractNumId w:val="4"/>
  </w:num>
  <w:num w:numId="3" w16cid:durableId="358628641">
    <w:abstractNumId w:val="15"/>
  </w:num>
  <w:num w:numId="4" w16cid:durableId="1834292179">
    <w:abstractNumId w:val="43"/>
  </w:num>
  <w:num w:numId="5" w16cid:durableId="1470241154">
    <w:abstractNumId w:val="0"/>
  </w:num>
  <w:num w:numId="6" w16cid:durableId="848255171">
    <w:abstractNumId w:val="30"/>
  </w:num>
  <w:num w:numId="7" w16cid:durableId="218832763">
    <w:abstractNumId w:val="25"/>
  </w:num>
  <w:num w:numId="8" w16cid:durableId="873881505">
    <w:abstractNumId w:val="17"/>
  </w:num>
  <w:num w:numId="9" w16cid:durableId="1555307808">
    <w:abstractNumId w:val="13"/>
  </w:num>
  <w:num w:numId="10" w16cid:durableId="318654162">
    <w:abstractNumId w:val="36"/>
  </w:num>
  <w:num w:numId="11" w16cid:durableId="230969313">
    <w:abstractNumId w:val="34"/>
  </w:num>
  <w:num w:numId="12" w16cid:durableId="446583030">
    <w:abstractNumId w:val="16"/>
  </w:num>
  <w:num w:numId="13" w16cid:durableId="2089812766">
    <w:abstractNumId w:val="6"/>
  </w:num>
  <w:num w:numId="14" w16cid:durableId="1909724545">
    <w:abstractNumId w:val="39"/>
  </w:num>
  <w:num w:numId="15" w16cid:durableId="2074085493">
    <w:abstractNumId w:val="35"/>
  </w:num>
  <w:num w:numId="16" w16cid:durableId="590938136">
    <w:abstractNumId w:val="21"/>
  </w:num>
  <w:num w:numId="17" w16cid:durableId="1410271161">
    <w:abstractNumId w:val="29"/>
  </w:num>
  <w:num w:numId="18" w16cid:durableId="704797062">
    <w:abstractNumId w:val="27"/>
  </w:num>
  <w:num w:numId="19" w16cid:durableId="1959019906">
    <w:abstractNumId w:val="23"/>
  </w:num>
  <w:num w:numId="20" w16cid:durableId="1309483131">
    <w:abstractNumId w:val="20"/>
  </w:num>
  <w:num w:numId="21" w16cid:durableId="1539276442">
    <w:abstractNumId w:val="14"/>
  </w:num>
  <w:num w:numId="22" w16cid:durableId="1922521373">
    <w:abstractNumId w:val="42"/>
  </w:num>
  <w:num w:numId="23" w16cid:durableId="556672310">
    <w:abstractNumId w:val="31"/>
  </w:num>
  <w:num w:numId="24" w16cid:durableId="1291396987">
    <w:abstractNumId w:val="40"/>
  </w:num>
  <w:num w:numId="25" w16cid:durableId="528883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77903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578937">
    <w:abstractNumId w:val="2"/>
  </w:num>
  <w:num w:numId="28" w16cid:durableId="1918439475">
    <w:abstractNumId w:val="11"/>
  </w:num>
  <w:num w:numId="29" w16cid:durableId="1027827634">
    <w:abstractNumId w:val="8"/>
  </w:num>
  <w:num w:numId="30" w16cid:durableId="2104719291">
    <w:abstractNumId w:val="1"/>
  </w:num>
  <w:num w:numId="31" w16cid:durableId="2144543803">
    <w:abstractNumId w:val="28"/>
  </w:num>
  <w:num w:numId="32" w16cid:durableId="215899563">
    <w:abstractNumId w:val="9"/>
  </w:num>
  <w:num w:numId="33" w16cid:durableId="985207492">
    <w:abstractNumId w:val="7"/>
  </w:num>
  <w:num w:numId="34" w16cid:durableId="867184676">
    <w:abstractNumId w:val="32"/>
  </w:num>
  <w:num w:numId="35" w16cid:durableId="1658224277">
    <w:abstractNumId w:val="24"/>
  </w:num>
  <w:num w:numId="36" w16cid:durableId="114847916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3029305">
    <w:abstractNumId w:val="22"/>
  </w:num>
  <w:num w:numId="38" w16cid:durableId="1432169402">
    <w:abstractNumId w:val="41"/>
  </w:num>
  <w:num w:numId="39" w16cid:durableId="967782275">
    <w:abstractNumId w:val="3"/>
  </w:num>
  <w:num w:numId="40" w16cid:durableId="7012564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5392554">
    <w:abstractNumId w:val="12"/>
  </w:num>
  <w:num w:numId="42" w16cid:durableId="1746144375">
    <w:abstractNumId w:val="37"/>
  </w:num>
  <w:num w:numId="43" w16cid:durableId="1206287714">
    <w:abstractNumId w:val="44"/>
  </w:num>
  <w:num w:numId="44" w16cid:durableId="840512561">
    <w:abstractNumId w:val="5"/>
  </w:num>
  <w:num w:numId="45" w16cid:durableId="1232622746">
    <w:abstractNumId w:val="33"/>
  </w:num>
  <w:num w:numId="46" w16cid:durableId="1003893951">
    <w:abstractNumId w:val="18"/>
  </w:num>
  <w:num w:numId="47" w16cid:durableId="258636350">
    <w:abstractNumId w:val="3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1796"/>
    <w:rsid w:val="00033432"/>
    <w:rsid w:val="000335CC"/>
    <w:rsid w:val="00045ABA"/>
    <w:rsid w:val="00046131"/>
    <w:rsid w:val="00053DA0"/>
    <w:rsid w:val="00066116"/>
    <w:rsid w:val="0007202F"/>
    <w:rsid w:val="00072C1E"/>
    <w:rsid w:val="0007304B"/>
    <w:rsid w:val="00086AED"/>
    <w:rsid w:val="00094764"/>
    <w:rsid w:val="00097042"/>
    <w:rsid w:val="000A1271"/>
    <w:rsid w:val="000A2A73"/>
    <w:rsid w:val="000B3A82"/>
    <w:rsid w:val="000B6C7E"/>
    <w:rsid w:val="000B73C9"/>
    <w:rsid w:val="000B7907"/>
    <w:rsid w:val="000C0429"/>
    <w:rsid w:val="000C45E8"/>
    <w:rsid w:val="000F2365"/>
    <w:rsid w:val="00114472"/>
    <w:rsid w:val="001267E4"/>
    <w:rsid w:val="00127F4B"/>
    <w:rsid w:val="00130046"/>
    <w:rsid w:val="00136BF2"/>
    <w:rsid w:val="00136FA7"/>
    <w:rsid w:val="00151858"/>
    <w:rsid w:val="001667C9"/>
    <w:rsid w:val="00170EC5"/>
    <w:rsid w:val="0017283A"/>
    <w:rsid w:val="001747C1"/>
    <w:rsid w:val="0017650B"/>
    <w:rsid w:val="0017767A"/>
    <w:rsid w:val="001803C9"/>
    <w:rsid w:val="0018110A"/>
    <w:rsid w:val="0018596A"/>
    <w:rsid w:val="001B3B6F"/>
    <w:rsid w:val="001B67A0"/>
    <w:rsid w:val="001B69C2"/>
    <w:rsid w:val="001C3C57"/>
    <w:rsid w:val="001C4DA0"/>
    <w:rsid w:val="001F1E2E"/>
    <w:rsid w:val="001F3DEC"/>
    <w:rsid w:val="002003FF"/>
    <w:rsid w:val="00207DF5"/>
    <w:rsid w:val="0021074D"/>
    <w:rsid w:val="002144FC"/>
    <w:rsid w:val="00223480"/>
    <w:rsid w:val="00224630"/>
    <w:rsid w:val="00227784"/>
    <w:rsid w:val="002434C1"/>
    <w:rsid w:val="00246DEF"/>
    <w:rsid w:val="002648FA"/>
    <w:rsid w:val="002664F0"/>
    <w:rsid w:val="00267369"/>
    <w:rsid w:val="0026785D"/>
    <w:rsid w:val="00273CE2"/>
    <w:rsid w:val="002833EA"/>
    <w:rsid w:val="00287268"/>
    <w:rsid w:val="00296D39"/>
    <w:rsid w:val="002A17D0"/>
    <w:rsid w:val="002A59FE"/>
    <w:rsid w:val="002A67C5"/>
    <w:rsid w:val="002B59B7"/>
    <w:rsid w:val="002B7159"/>
    <w:rsid w:val="002C31BF"/>
    <w:rsid w:val="002C6358"/>
    <w:rsid w:val="002D028A"/>
    <w:rsid w:val="002E0CD7"/>
    <w:rsid w:val="002E7F0D"/>
    <w:rsid w:val="002F026B"/>
    <w:rsid w:val="00302C4D"/>
    <w:rsid w:val="0033209D"/>
    <w:rsid w:val="00335122"/>
    <w:rsid w:val="00335732"/>
    <w:rsid w:val="00357BC6"/>
    <w:rsid w:val="0037111D"/>
    <w:rsid w:val="003756B9"/>
    <w:rsid w:val="003759F1"/>
    <w:rsid w:val="00381F6E"/>
    <w:rsid w:val="00385F41"/>
    <w:rsid w:val="00391B8A"/>
    <w:rsid w:val="003956C6"/>
    <w:rsid w:val="003B19E6"/>
    <w:rsid w:val="003B7D26"/>
    <w:rsid w:val="003E6B9A"/>
    <w:rsid w:val="003E75CE"/>
    <w:rsid w:val="003F6801"/>
    <w:rsid w:val="0040166D"/>
    <w:rsid w:val="0040218D"/>
    <w:rsid w:val="00410BA8"/>
    <w:rsid w:val="0041380F"/>
    <w:rsid w:val="00424285"/>
    <w:rsid w:val="0043386F"/>
    <w:rsid w:val="00437ADE"/>
    <w:rsid w:val="00440C9C"/>
    <w:rsid w:val="00442235"/>
    <w:rsid w:val="00450F07"/>
    <w:rsid w:val="00453CD3"/>
    <w:rsid w:val="00455BC7"/>
    <w:rsid w:val="00457B34"/>
    <w:rsid w:val="00460660"/>
    <w:rsid w:val="00460CCB"/>
    <w:rsid w:val="00477370"/>
    <w:rsid w:val="004840F2"/>
    <w:rsid w:val="00486107"/>
    <w:rsid w:val="00490A43"/>
    <w:rsid w:val="00491827"/>
    <w:rsid w:val="004926B0"/>
    <w:rsid w:val="00493CB1"/>
    <w:rsid w:val="00497517"/>
    <w:rsid w:val="004A0F75"/>
    <w:rsid w:val="004A408C"/>
    <w:rsid w:val="004A7C69"/>
    <w:rsid w:val="004C4399"/>
    <w:rsid w:val="004C5432"/>
    <w:rsid w:val="004C55BF"/>
    <w:rsid w:val="004C60A9"/>
    <w:rsid w:val="004C68D7"/>
    <w:rsid w:val="004C69ED"/>
    <w:rsid w:val="004C787C"/>
    <w:rsid w:val="004D1224"/>
    <w:rsid w:val="004D6ED1"/>
    <w:rsid w:val="004E0A8E"/>
    <w:rsid w:val="004F1092"/>
    <w:rsid w:val="004F2929"/>
    <w:rsid w:val="004F2C54"/>
    <w:rsid w:val="004F4B9B"/>
    <w:rsid w:val="004F602C"/>
    <w:rsid w:val="00501654"/>
    <w:rsid w:val="005023C1"/>
    <w:rsid w:val="00504F82"/>
    <w:rsid w:val="00511AB9"/>
    <w:rsid w:val="005123A6"/>
    <w:rsid w:val="00515F32"/>
    <w:rsid w:val="00523EA7"/>
    <w:rsid w:val="005246E3"/>
    <w:rsid w:val="005351C7"/>
    <w:rsid w:val="00540A7F"/>
    <w:rsid w:val="00542527"/>
    <w:rsid w:val="00551D1F"/>
    <w:rsid w:val="00553375"/>
    <w:rsid w:val="00555087"/>
    <w:rsid w:val="00556A7F"/>
    <w:rsid w:val="005644EF"/>
    <w:rsid w:val="005658A6"/>
    <w:rsid w:val="00570055"/>
    <w:rsid w:val="005720E7"/>
    <w:rsid w:val="005722BB"/>
    <w:rsid w:val="005736B7"/>
    <w:rsid w:val="00575E5A"/>
    <w:rsid w:val="00584E2A"/>
    <w:rsid w:val="00596C7E"/>
    <w:rsid w:val="005A0074"/>
    <w:rsid w:val="005A5F24"/>
    <w:rsid w:val="005A64E9"/>
    <w:rsid w:val="005B2274"/>
    <w:rsid w:val="005B5342"/>
    <w:rsid w:val="005B5EE9"/>
    <w:rsid w:val="005C663F"/>
    <w:rsid w:val="005E1D54"/>
    <w:rsid w:val="005E383F"/>
    <w:rsid w:val="005F471C"/>
    <w:rsid w:val="006104F6"/>
    <w:rsid w:val="0061068E"/>
    <w:rsid w:val="00610B31"/>
    <w:rsid w:val="0062109B"/>
    <w:rsid w:val="00623242"/>
    <w:rsid w:val="00630DC6"/>
    <w:rsid w:val="00633E61"/>
    <w:rsid w:val="00636B76"/>
    <w:rsid w:val="006464C2"/>
    <w:rsid w:val="006565E0"/>
    <w:rsid w:val="00660AD3"/>
    <w:rsid w:val="00664163"/>
    <w:rsid w:val="00677206"/>
    <w:rsid w:val="006974F6"/>
    <w:rsid w:val="006A5570"/>
    <w:rsid w:val="006A689C"/>
    <w:rsid w:val="006B3D79"/>
    <w:rsid w:val="006B4C6A"/>
    <w:rsid w:val="006B7D49"/>
    <w:rsid w:val="006C6504"/>
    <w:rsid w:val="006D75C4"/>
    <w:rsid w:val="006E0578"/>
    <w:rsid w:val="006E2E40"/>
    <w:rsid w:val="006E314D"/>
    <w:rsid w:val="006E7F06"/>
    <w:rsid w:val="00702E1C"/>
    <w:rsid w:val="00710723"/>
    <w:rsid w:val="00712ED1"/>
    <w:rsid w:val="0071725A"/>
    <w:rsid w:val="00721BB7"/>
    <w:rsid w:val="00723DF4"/>
    <w:rsid w:val="00723ED1"/>
    <w:rsid w:val="00735ED4"/>
    <w:rsid w:val="00743525"/>
    <w:rsid w:val="007531A0"/>
    <w:rsid w:val="00753DC9"/>
    <w:rsid w:val="0076080D"/>
    <w:rsid w:val="0076286B"/>
    <w:rsid w:val="00764595"/>
    <w:rsid w:val="00766846"/>
    <w:rsid w:val="0077673A"/>
    <w:rsid w:val="007846E1"/>
    <w:rsid w:val="00785A49"/>
    <w:rsid w:val="00797DD9"/>
    <w:rsid w:val="007A0EFE"/>
    <w:rsid w:val="007B570C"/>
    <w:rsid w:val="007C107A"/>
    <w:rsid w:val="007C3F63"/>
    <w:rsid w:val="007D278C"/>
    <w:rsid w:val="007E4A6E"/>
    <w:rsid w:val="007E7208"/>
    <w:rsid w:val="007F56A7"/>
    <w:rsid w:val="007F626E"/>
    <w:rsid w:val="00801966"/>
    <w:rsid w:val="008070BF"/>
    <w:rsid w:val="00807CA6"/>
    <w:rsid w:val="00807DD0"/>
    <w:rsid w:val="00813F11"/>
    <w:rsid w:val="008171A9"/>
    <w:rsid w:val="00817409"/>
    <w:rsid w:val="0082759C"/>
    <w:rsid w:val="00830C6E"/>
    <w:rsid w:val="00842C9B"/>
    <w:rsid w:val="00862DD1"/>
    <w:rsid w:val="00875921"/>
    <w:rsid w:val="00880B1C"/>
    <w:rsid w:val="008841FB"/>
    <w:rsid w:val="0088472C"/>
    <w:rsid w:val="00891334"/>
    <w:rsid w:val="008A3568"/>
    <w:rsid w:val="008B55A0"/>
    <w:rsid w:val="008B5B31"/>
    <w:rsid w:val="008D03B9"/>
    <w:rsid w:val="008D7EBF"/>
    <w:rsid w:val="008E02DE"/>
    <w:rsid w:val="008E665D"/>
    <w:rsid w:val="008F18D6"/>
    <w:rsid w:val="008F308B"/>
    <w:rsid w:val="00900BE9"/>
    <w:rsid w:val="00904780"/>
    <w:rsid w:val="009113A8"/>
    <w:rsid w:val="00921B3E"/>
    <w:rsid w:val="00922385"/>
    <w:rsid w:val="009223DF"/>
    <w:rsid w:val="00924FC7"/>
    <w:rsid w:val="00925237"/>
    <w:rsid w:val="00934DC3"/>
    <w:rsid w:val="00936091"/>
    <w:rsid w:val="00940D8A"/>
    <w:rsid w:val="00941F11"/>
    <w:rsid w:val="0094469E"/>
    <w:rsid w:val="0095327E"/>
    <w:rsid w:val="00962258"/>
    <w:rsid w:val="009678B7"/>
    <w:rsid w:val="009720CF"/>
    <w:rsid w:val="0097682B"/>
    <w:rsid w:val="00982411"/>
    <w:rsid w:val="00992D9C"/>
    <w:rsid w:val="00996CB8"/>
    <w:rsid w:val="009A46BB"/>
    <w:rsid w:val="009A46FD"/>
    <w:rsid w:val="009A7568"/>
    <w:rsid w:val="009B2E97"/>
    <w:rsid w:val="009B3C69"/>
    <w:rsid w:val="009B6021"/>
    <w:rsid w:val="009B6581"/>
    <w:rsid w:val="009B7148"/>
    <w:rsid w:val="009B72CC"/>
    <w:rsid w:val="009C04F1"/>
    <w:rsid w:val="009C5F1B"/>
    <w:rsid w:val="009C7B39"/>
    <w:rsid w:val="009D4F5D"/>
    <w:rsid w:val="009E07F4"/>
    <w:rsid w:val="009E78BB"/>
    <w:rsid w:val="009F392E"/>
    <w:rsid w:val="009F5A78"/>
    <w:rsid w:val="00A00DF5"/>
    <w:rsid w:val="00A359B1"/>
    <w:rsid w:val="00A41D59"/>
    <w:rsid w:val="00A44328"/>
    <w:rsid w:val="00A509D7"/>
    <w:rsid w:val="00A6177B"/>
    <w:rsid w:val="00A6444A"/>
    <w:rsid w:val="00A66136"/>
    <w:rsid w:val="00A745C9"/>
    <w:rsid w:val="00A943B5"/>
    <w:rsid w:val="00AA2E01"/>
    <w:rsid w:val="00AA4CBB"/>
    <w:rsid w:val="00AA65FA"/>
    <w:rsid w:val="00AA7351"/>
    <w:rsid w:val="00AA757C"/>
    <w:rsid w:val="00AB245A"/>
    <w:rsid w:val="00AC56A4"/>
    <w:rsid w:val="00AC73DF"/>
    <w:rsid w:val="00AD056F"/>
    <w:rsid w:val="00AD2773"/>
    <w:rsid w:val="00AD5C04"/>
    <w:rsid w:val="00AD6731"/>
    <w:rsid w:val="00AE1DDE"/>
    <w:rsid w:val="00AE3D2C"/>
    <w:rsid w:val="00AE532F"/>
    <w:rsid w:val="00B15B5E"/>
    <w:rsid w:val="00B15D0D"/>
    <w:rsid w:val="00B23CA3"/>
    <w:rsid w:val="00B3491A"/>
    <w:rsid w:val="00B41050"/>
    <w:rsid w:val="00B4264E"/>
    <w:rsid w:val="00B45ABF"/>
    <w:rsid w:val="00B45E9E"/>
    <w:rsid w:val="00B53F93"/>
    <w:rsid w:val="00B55F9C"/>
    <w:rsid w:val="00B75EE1"/>
    <w:rsid w:val="00B77481"/>
    <w:rsid w:val="00B8518B"/>
    <w:rsid w:val="00BA25BA"/>
    <w:rsid w:val="00BB3740"/>
    <w:rsid w:val="00BD09CF"/>
    <w:rsid w:val="00BD5319"/>
    <w:rsid w:val="00BD7E91"/>
    <w:rsid w:val="00BE062E"/>
    <w:rsid w:val="00BE238C"/>
    <w:rsid w:val="00BE3FC1"/>
    <w:rsid w:val="00BF374D"/>
    <w:rsid w:val="00BF4CBF"/>
    <w:rsid w:val="00BF5194"/>
    <w:rsid w:val="00BF6D48"/>
    <w:rsid w:val="00C0125B"/>
    <w:rsid w:val="00C02D0A"/>
    <w:rsid w:val="00C03A6E"/>
    <w:rsid w:val="00C124DB"/>
    <w:rsid w:val="00C14E6C"/>
    <w:rsid w:val="00C2273E"/>
    <w:rsid w:val="00C30759"/>
    <w:rsid w:val="00C337D3"/>
    <w:rsid w:val="00C44D50"/>
    <w:rsid w:val="00C44F6A"/>
    <w:rsid w:val="00C6581F"/>
    <w:rsid w:val="00C727E5"/>
    <w:rsid w:val="00C8207D"/>
    <w:rsid w:val="00C93F00"/>
    <w:rsid w:val="00CA4E9A"/>
    <w:rsid w:val="00CA5118"/>
    <w:rsid w:val="00CA6E12"/>
    <w:rsid w:val="00CB03BE"/>
    <w:rsid w:val="00CB5457"/>
    <w:rsid w:val="00CB7B5A"/>
    <w:rsid w:val="00CC1E2B"/>
    <w:rsid w:val="00CD1FC4"/>
    <w:rsid w:val="00CD21C8"/>
    <w:rsid w:val="00CE371D"/>
    <w:rsid w:val="00D02A4D"/>
    <w:rsid w:val="00D050C9"/>
    <w:rsid w:val="00D074D1"/>
    <w:rsid w:val="00D112FA"/>
    <w:rsid w:val="00D1688A"/>
    <w:rsid w:val="00D21061"/>
    <w:rsid w:val="00D27E25"/>
    <w:rsid w:val="00D310CF"/>
    <w:rsid w:val="00D316A7"/>
    <w:rsid w:val="00D4044C"/>
    <w:rsid w:val="00D4108E"/>
    <w:rsid w:val="00D42B12"/>
    <w:rsid w:val="00D548C8"/>
    <w:rsid w:val="00D6163D"/>
    <w:rsid w:val="00D61EEB"/>
    <w:rsid w:val="00D63009"/>
    <w:rsid w:val="00D831A3"/>
    <w:rsid w:val="00D902AD"/>
    <w:rsid w:val="00D97388"/>
    <w:rsid w:val="00DA6FFE"/>
    <w:rsid w:val="00DC3110"/>
    <w:rsid w:val="00DD2FBC"/>
    <w:rsid w:val="00DD46F3"/>
    <w:rsid w:val="00DD58A6"/>
    <w:rsid w:val="00DE56F2"/>
    <w:rsid w:val="00DF116D"/>
    <w:rsid w:val="00DF4236"/>
    <w:rsid w:val="00DF5F14"/>
    <w:rsid w:val="00E10710"/>
    <w:rsid w:val="00E203ED"/>
    <w:rsid w:val="00E24E90"/>
    <w:rsid w:val="00E25BFA"/>
    <w:rsid w:val="00E314B9"/>
    <w:rsid w:val="00E37482"/>
    <w:rsid w:val="00E50ECD"/>
    <w:rsid w:val="00E5284B"/>
    <w:rsid w:val="00E53A54"/>
    <w:rsid w:val="00E53C96"/>
    <w:rsid w:val="00E824F1"/>
    <w:rsid w:val="00E900E0"/>
    <w:rsid w:val="00E9347D"/>
    <w:rsid w:val="00E9455A"/>
    <w:rsid w:val="00EA583F"/>
    <w:rsid w:val="00EB104F"/>
    <w:rsid w:val="00EC1ACE"/>
    <w:rsid w:val="00ED14BD"/>
    <w:rsid w:val="00ED551C"/>
    <w:rsid w:val="00ED5F3B"/>
    <w:rsid w:val="00EE5EF6"/>
    <w:rsid w:val="00EF6359"/>
    <w:rsid w:val="00EF6A5E"/>
    <w:rsid w:val="00F01440"/>
    <w:rsid w:val="00F0343A"/>
    <w:rsid w:val="00F03D47"/>
    <w:rsid w:val="00F079E9"/>
    <w:rsid w:val="00F12DEC"/>
    <w:rsid w:val="00F1715C"/>
    <w:rsid w:val="00F208F1"/>
    <w:rsid w:val="00F26021"/>
    <w:rsid w:val="00F310F8"/>
    <w:rsid w:val="00F328DE"/>
    <w:rsid w:val="00F35939"/>
    <w:rsid w:val="00F45607"/>
    <w:rsid w:val="00F47D28"/>
    <w:rsid w:val="00F517C6"/>
    <w:rsid w:val="00F53E1D"/>
    <w:rsid w:val="00F60D78"/>
    <w:rsid w:val="00F64786"/>
    <w:rsid w:val="00F659EB"/>
    <w:rsid w:val="00F77F10"/>
    <w:rsid w:val="00F804A7"/>
    <w:rsid w:val="00F8318E"/>
    <w:rsid w:val="00F862D6"/>
    <w:rsid w:val="00F86BA6"/>
    <w:rsid w:val="00F87E92"/>
    <w:rsid w:val="00F96AF7"/>
    <w:rsid w:val="00F97B90"/>
    <w:rsid w:val="00FA2EB1"/>
    <w:rsid w:val="00FA5675"/>
    <w:rsid w:val="00FC3C36"/>
    <w:rsid w:val="00FC4B86"/>
    <w:rsid w:val="00FC6389"/>
    <w:rsid w:val="00FD2F51"/>
    <w:rsid w:val="00FE0F7A"/>
    <w:rsid w:val="00FE3455"/>
    <w:rsid w:val="00FE737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E25BF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47</TotalTime>
  <Pages>2</Pages>
  <Words>396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8</cp:revision>
  <cp:lastPrinted>2025-03-06T09:25:00Z</cp:lastPrinted>
  <dcterms:created xsi:type="dcterms:W3CDTF">2025-04-01T14:15:00Z</dcterms:created>
  <dcterms:modified xsi:type="dcterms:W3CDTF">2025-04-02T08:05:00Z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